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4359B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065EE9" w:rsidRDefault="00065EE9" w:rsidP="00694F33">
      <w:pPr>
        <w:rPr>
          <w:lang w:val="fr-FR"/>
        </w:rPr>
      </w:pPr>
    </w:p>
    <w:p w:rsidR="003A4121" w:rsidRPr="00694F33" w:rsidRDefault="003A4121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359B4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42BE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CAE164F-CE9D-41BA-8C1E-D86A4DDB4E16}"/>
</file>

<file path=customXml/itemProps2.xml><?xml version="1.0" encoding="utf-8"?>
<ds:datastoreItem xmlns:ds="http://schemas.openxmlformats.org/officeDocument/2006/customXml" ds:itemID="{C9C51356-1AF5-4511-A64B-5373E32269E6}"/>
</file>

<file path=customXml/itemProps3.xml><?xml version="1.0" encoding="utf-8"?>
<ds:datastoreItem xmlns:ds="http://schemas.openxmlformats.org/officeDocument/2006/customXml" ds:itemID="{DB5FF60A-6E5A-4D3D-BD8B-B3903E4E69C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